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5E" w:rsidRPr="00403A34" w:rsidRDefault="0000025E" w:rsidP="004F276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Лист самооценки</w:t>
      </w:r>
    </w:p>
    <w:p w:rsidR="0000025E" w:rsidRDefault="0000025E" w:rsidP="00D12278">
      <w:pPr>
        <w:ind w:left="-1134"/>
        <w:jc w:val="both"/>
        <w:rPr>
          <w:sz w:val="22"/>
          <w:szCs w:val="22"/>
        </w:rPr>
      </w:pPr>
    </w:p>
    <w:p w:rsidR="0000025E" w:rsidRPr="001B7DC9" w:rsidRDefault="0000025E" w:rsidP="00D12278">
      <w:pPr>
        <w:ind w:left="-1134"/>
        <w:jc w:val="both"/>
        <w:rPr>
          <w:sz w:val="22"/>
          <w:szCs w:val="22"/>
        </w:rPr>
      </w:pPr>
      <w:r w:rsidRPr="001B7DC9">
        <w:rPr>
          <w:sz w:val="22"/>
          <w:szCs w:val="22"/>
        </w:rPr>
        <w:t xml:space="preserve">ФИО аттестующегося </w:t>
      </w:r>
      <w:r w:rsidRPr="00BF6640">
        <w:rPr>
          <w:b/>
        </w:rPr>
        <w:t>мастера производственного обучения</w:t>
      </w:r>
      <w:r w:rsidRPr="001B7DC9">
        <w:rPr>
          <w:sz w:val="22"/>
          <w:szCs w:val="22"/>
        </w:rPr>
        <w:t>: ____________________________</w:t>
      </w:r>
      <w:r>
        <w:rPr>
          <w:sz w:val="22"/>
          <w:szCs w:val="22"/>
        </w:rPr>
        <w:t>____________</w:t>
      </w:r>
    </w:p>
    <w:p w:rsidR="0000025E" w:rsidRPr="001B7DC9" w:rsidRDefault="0000025E" w:rsidP="00D12278">
      <w:pPr>
        <w:ind w:left="-1134"/>
        <w:jc w:val="both"/>
      </w:pPr>
      <w:r w:rsidRPr="001B7DC9">
        <w:rPr>
          <w:sz w:val="22"/>
          <w:szCs w:val="22"/>
        </w:rPr>
        <w:t>ОУ, территория: ______________________</w:t>
      </w:r>
      <w:r>
        <w:rPr>
          <w:sz w:val="22"/>
          <w:szCs w:val="22"/>
        </w:rPr>
        <w:t>_____</w:t>
      </w:r>
      <w:r w:rsidRPr="001B7DC9"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____</w:t>
      </w:r>
      <w:r w:rsidRPr="001B7DC9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9356"/>
        <w:gridCol w:w="709"/>
      </w:tblGrid>
      <w:tr w:rsidR="0000025E" w:rsidRPr="001B7DC9" w:rsidTr="00612383">
        <w:trPr>
          <w:trHeight w:val="161"/>
        </w:trPr>
        <w:tc>
          <w:tcPr>
            <w:tcW w:w="708" w:type="dxa"/>
          </w:tcPr>
          <w:p w:rsidR="0000025E" w:rsidRPr="00C4050E" w:rsidRDefault="0000025E" w:rsidP="003F35AC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00025E" w:rsidRPr="00AC455E" w:rsidRDefault="0000025E" w:rsidP="003F35A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356" w:type="dxa"/>
          </w:tcPr>
          <w:p w:rsidR="0000025E" w:rsidRDefault="0000025E" w:rsidP="003F35AC">
            <w:pPr>
              <w:jc w:val="center"/>
              <w:rPr>
                <w:sz w:val="20"/>
                <w:szCs w:val="20"/>
              </w:rPr>
            </w:pPr>
          </w:p>
          <w:p w:rsidR="0000025E" w:rsidRPr="00AC455E" w:rsidRDefault="0000025E" w:rsidP="003F35AC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AC455E">
              <w:rPr>
                <w:sz w:val="20"/>
                <w:szCs w:val="20"/>
              </w:rPr>
              <w:t>Показатели</w:t>
            </w:r>
          </w:p>
          <w:p w:rsidR="0000025E" w:rsidRPr="00AC455E" w:rsidRDefault="0000025E" w:rsidP="003F35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0025E" w:rsidRPr="00AC455E" w:rsidRDefault="0000025E" w:rsidP="003F35AC">
            <w:pPr>
              <w:jc w:val="center"/>
              <w:rPr>
                <w:sz w:val="20"/>
                <w:szCs w:val="20"/>
              </w:rPr>
            </w:pPr>
          </w:p>
          <w:p w:rsidR="0000025E" w:rsidRPr="00AC455E" w:rsidRDefault="0000025E" w:rsidP="00274F04">
            <w:pPr>
              <w:ind w:left="-78" w:right="-108"/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00025E" w:rsidRPr="001B7DC9" w:rsidTr="00612383">
        <w:trPr>
          <w:trHeight w:val="161"/>
        </w:trPr>
        <w:tc>
          <w:tcPr>
            <w:tcW w:w="708" w:type="dxa"/>
            <w:vMerge w:val="restart"/>
            <w:textDirection w:val="btLr"/>
          </w:tcPr>
          <w:p w:rsidR="0000025E" w:rsidRPr="00056603" w:rsidRDefault="0000025E" w:rsidP="004F2760">
            <w:pPr>
              <w:ind w:left="113" w:right="-108"/>
              <w:rPr>
                <w:sz w:val="18"/>
                <w:szCs w:val="18"/>
              </w:rPr>
            </w:pPr>
            <w:r w:rsidRPr="004F2760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1.Создает благоприятный психологический климат при организации образовательной деятельности, атмосферу взаимопонимания, толерантности, взаимопомощи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61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 xml:space="preserve">2.Использует знания об интересах и потребностях обучающихся в педагогической деятельности 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61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3. Формирует учебно-познав</w:t>
            </w:r>
            <w:r>
              <w:rPr>
                <w:sz w:val="20"/>
                <w:szCs w:val="20"/>
              </w:rPr>
              <w:t xml:space="preserve">ательную мотивацию обучающихся 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295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61"/>
        </w:trPr>
        <w:tc>
          <w:tcPr>
            <w:tcW w:w="708" w:type="dxa"/>
            <w:vMerge w:val="restart"/>
            <w:textDirection w:val="btLr"/>
          </w:tcPr>
          <w:p w:rsidR="0000025E" w:rsidRPr="00056603" w:rsidRDefault="0000025E" w:rsidP="00056603">
            <w:pPr>
              <w:ind w:left="113" w:right="-108"/>
              <w:jc w:val="center"/>
              <w:rPr>
                <w:sz w:val="18"/>
                <w:szCs w:val="18"/>
              </w:rPr>
            </w:pPr>
            <w:r w:rsidRPr="00056603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356" w:type="dxa"/>
          </w:tcPr>
          <w:p w:rsidR="0000025E" w:rsidRPr="00E43E96" w:rsidRDefault="0000025E" w:rsidP="00E21443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 xml:space="preserve">5. Формулирует цели и задачи профессиональной деятельности </w:t>
            </w:r>
            <w:r>
              <w:rPr>
                <w:sz w:val="20"/>
                <w:szCs w:val="20"/>
              </w:rPr>
              <w:t>в соответствии с требованиями рынка труда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61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 xml:space="preserve">6.Ориентирует цели профессиональной деятельности на формирование общих и профессиональных компетенций, личностное развитие обучающихся 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61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E43E96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 xml:space="preserve">7. Рабочая программа (программы) по предмету деятельности соответствует нормативным требованиям 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61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DA5B89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Применя</w:t>
            </w:r>
            <w:r w:rsidRPr="00E43E96">
              <w:rPr>
                <w:sz w:val="20"/>
                <w:szCs w:val="20"/>
              </w:rPr>
              <w:t>ет в образовательн</w:t>
            </w:r>
            <w:r>
              <w:rPr>
                <w:sz w:val="20"/>
                <w:szCs w:val="20"/>
              </w:rPr>
              <w:t>ой деятельности</w:t>
            </w:r>
            <w:r w:rsidRPr="00E43E96">
              <w:rPr>
                <w:sz w:val="20"/>
                <w:szCs w:val="20"/>
              </w:rPr>
              <w:t xml:space="preserve"> образовательные технологии (проектные, исследовательские, развивающие</w:t>
            </w:r>
            <w:r>
              <w:rPr>
                <w:sz w:val="20"/>
                <w:szCs w:val="20"/>
              </w:rPr>
              <w:t>, практико-ориентированные, тренинговые</w:t>
            </w:r>
            <w:r w:rsidRPr="00E43E96">
              <w:rPr>
                <w:sz w:val="20"/>
                <w:szCs w:val="20"/>
              </w:rPr>
              <w:t xml:space="preserve"> и др.)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12"/>
        </w:trPr>
        <w:tc>
          <w:tcPr>
            <w:tcW w:w="708" w:type="dxa"/>
            <w:vMerge w:val="restart"/>
            <w:textDirection w:val="btLr"/>
          </w:tcPr>
          <w:p w:rsidR="0000025E" w:rsidRPr="00056603" w:rsidRDefault="0000025E" w:rsidP="00056603">
            <w:pPr>
              <w:ind w:right="-108"/>
              <w:jc w:val="center"/>
              <w:rPr>
                <w:sz w:val="18"/>
                <w:szCs w:val="18"/>
              </w:rPr>
            </w:pPr>
            <w:r w:rsidRPr="00056603">
              <w:rPr>
                <w:sz w:val="18"/>
                <w:szCs w:val="18"/>
              </w:rPr>
              <w:t>Социальный</w:t>
            </w: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9. Участвует в проведении работы по профессиональной ориентации обучающихся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50"/>
        </w:trPr>
        <w:tc>
          <w:tcPr>
            <w:tcW w:w="708" w:type="dxa"/>
            <w:vMerge/>
            <w:textDirection w:val="btLr"/>
          </w:tcPr>
          <w:p w:rsidR="0000025E" w:rsidRPr="00056603" w:rsidRDefault="0000025E" w:rsidP="00056603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299"/>
        </w:trPr>
        <w:tc>
          <w:tcPr>
            <w:tcW w:w="708" w:type="dxa"/>
            <w:vMerge/>
            <w:textDirection w:val="btLr"/>
          </w:tcPr>
          <w:p w:rsidR="0000025E" w:rsidRPr="00056603" w:rsidRDefault="0000025E" w:rsidP="00056603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  <w:r>
              <w:rPr>
                <w:sz w:val="20"/>
                <w:szCs w:val="20"/>
              </w:rPr>
              <w:t>, инновационные производственные технологии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88"/>
        </w:trPr>
        <w:tc>
          <w:tcPr>
            <w:tcW w:w="708" w:type="dxa"/>
            <w:vMerge/>
            <w:textDirection w:val="btLr"/>
          </w:tcPr>
          <w:p w:rsidR="0000025E" w:rsidRPr="00056603" w:rsidRDefault="0000025E" w:rsidP="00056603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E43E96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655"/>
        </w:trPr>
        <w:tc>
          <w:tcPr>
            <w:tcW w:w="708" w:type="dxa"/>
            <w:vMerge w:val="restart"/>
            <w:textDirection w:val="btLr"/>
          </w:tcPr>
          <w:p w:rsidR="0000025E" w:rsidRPr="00056603" w:rsidRDefault="0000025E" w:rsidP="00056603">
            <w:pPr>
              <w:ind w:left="113" w:right="-108"/>
              <w:jc w:val="center"/>
              <w:rPr>
                <w:sz w:val="18"/>
                <w:szCs w:val="18"/>
              </w:rPr>
            </w:pPr>
            <w:r w:rsidRPr="00056603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356" w:type="dxa"/>
          </w:tcPr>
          <w:p w:rsidR="0000025E" w:rsidRPr="00E43E96" w:rsidRDefault="0000025E" w:rsidP="00FA6DEB">
            <w:pPr>
              <w:jc w:val="both"/>
              <w:rPr>
                <w:color w:val="000000"/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 xml:space="preserve">, </w:t>
            </w:r>
            <w:r w:rsidRPr="00E43E96">
              <w:rPr>
                <w:sz w:val="20"/>
                <w:szCs w:val="20"/>
              </w:rPr>
              <w:t>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E43E96">
              <w:rPr>
                <w:sz w:val="20"/>
                <w:szCs w:val="20"/>
              </w:rPr>
              <w:t xml:space="preserve"> имеет стабильные</w:t>
            </w:r>
            <w:r w:rsidRPr="00E43E96">
              <w:rPr>
                <w:color w:val="000000"/>
                <w:sz w:val="20"/>
                <w:szCs w:val="20"/>
              </w:rPr>
              <w:t xml:space="preserve"> результаты освоения обучающимися образовательных программ </w:t>
            </w:r>
            <w:r w:rsidRPr="00E43E96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E43E96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E43E96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330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правительства РФ (от 05.08.2013г., № 662</w:t>
            </w:r>
            <w:r>
              <w:rPr>
                <w:sz w:val="20"/>
                <w:szCs w:val="20"/>
              </w:rPr>
              <w:t>)</w:t>
            </w:r>
            <w:r w:rsidRPr="00E43E96">
              <w:rPr>
                <w:sz w:val="20"/>
                <w:szCs w:val="20"/>
              </w:rPr>
              <w:t xml:space="preserve"> имее</w:t>
            </w:r>
            <w:r>
              <w:rPr>
                <w:sz w:val="20"/>
                <w:szCs w:val="20"/>
              </w:rPr>
              <w:t>т стабильные положительные</w:t>
            </w:r>
            <w:r w:rsidRPr="00E43E96">
              <w:rPr>
                <w:sz w:val="20"/>
                <w:szCs w:val="20"/>
              </w:rPr>
              <w:t xml:space="preserve"> результаты освоения обучающимися образовательных программ (1 б.), достижение обучающимися положительной динамики результатов осв</w:t>
            </w:r>
            <w:r>
              <w:rPr>
                <w:sz w:val="20"/>
                <w:szCs w:val="20"/>
              </w:rPr>
              <w:t xml:space="preserve">оения образовательных программ </w:t>
            </w:r>
            <w:r w:rsidRPr="00E43E96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330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1B7DC9">
            <w:pPr>
              <w:jc w:val="both"/>
              <w:rPr>
                <w:sz w:val="20"/>
                <w:szCs w:val="20"/>
              </w:rPr>
            </w:pPr>
            <w:r w:rsidRPr="00E43E96">
              <w:rPr>
                <w:color w:val="000000"/>
                <w:sz w:val="20"/>
                <w:szCs w:val="20"/>
              </w:rPr>
              <w:t xml:space="preserve">15. </w:t>
            </w:r>
            <w:r w:rsidRPr="00E43E96">
              <w:rPr>
                <w:sz w:val="20"/>
                <w:szCs w:val="20"/>
              </w:rPr>
              <w:t xml:space="preserve">Осуществляет анализ результатов образовательных достижений </w:t>
            </w:r>
            <w:r w:rsidRPr="00E43E96">
              <w:rPr>
                <w:color w:val="000000"/>
                <w:sz w:val="20"/>
                <w:szCs w:val="20"/>
              </w:rPr>
              <w:t>обучающихся</w:t>
            </w:r>
            <w:r w:rsidRPr="00E43E96">
              <w:rPr>
                <w:sz w:val="20"/>
                <w:szCs w:val="20"/>
              </w:rPr>
              <w:t xml:space="preserve"> на уровне сформированности общих и профессиональных компетенций, личностного развития </w:t>
            </w:r>
            <w:r w:rsidRPr="00E43E96">
              <w:rPr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330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DA5B89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16. Разрабатывает дидактические и методиче</w:t>
            </w:r>
            <w:r>
              <w:rPr>
                <w:sz w:val="20"/>
                <w:szCs w:val="20"/>
              </w:rPr>
              <w:t xml:space="preserve">ские, контрольно-измерительные </w:t>
            </w:r>
            <w:r w:rsidRPr="00E43E96">
              <w:rPr>
                <w:sz w:val="20"/>
                <w:szCs w:val="20"/>
              </w:rPr>
              <w:t>материалы в соответствии с требованиями профессиональной образовательной программы образовательного учреждения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332"/>
        </w:trPr>
        <w:tc>
          <w:tcPr>
            <w:tcW w:w="708" w:type="dxa"/>
            <w:vMerge w:val="restart"/>
            <w:textDirection w:val="btLr"/>
          </w:tcPr>
          <w:p w:rsidR="0000025E" w:rsidRPr="00056603" w:rsidRDefault="0000025E" w:rsidP="00056603">
            <w:pPr>
              <w:ind w:left="113" w:right="-108"/>
              <w:jc w:val="center"/>
              <w:rPr>
                <w:sz w:val="18"/>
                <w:szCs w:val="18"/>
              </w:rPr>
            </w:pPr>
            <w:r w:rsidRPr="00056603">
              <w:rPr>
                <w:sz w:val="18"/>
                <w:szCs w:val="18"/>
              </w:rPr>
              <w:t>Творческий</w:t>
            </w: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61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 xml:space="preserve">18. Вовлекает обучающихся во внеурочную, внеклассную деятельность 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550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F27261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 xml:space="preserve">19. Привлекает обучающихся </w:t>
            </w:r>
            <w:r w:rsidRPr="00E43E96">
              <w:rPr>
                <w:color w:val="000000"/>
                <w:sz w:val="20"/>
                <w:szCs w:val="20"/>
              </w:rPr>
              <w:t xml:space="preserve">к участию </w:t>
            </w:r>
            <w:r w:rsidRPr="00E43E96">
              <w:rPr>
                <w:sz w:val="20"/>
                <w:szCs w:val="20"/>
              </w:rPr>
              <w:t xml:space="preserve">в олимпиадах, конкурсах, фестивалях, соревнованиях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61"/>
        </w:trPr>
        <w:tc>
          <w:tcPr>
            <w:tcW w:w="708" w:type="dxa"/>
            <w:vMerge/>
            <w:vAlign w:val="center"/>
          </w:tcPr>
          <w:p w:rsidR="0000025E" w:rsidRPr="00056603" w:rsidRDefault="0000025E" w:rsidP="00056603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9356" w:type="dxa"/>
          </w:tcPr>
          <w:p w:rsidR="0000025E" w:rsidRPr="00E43E96" w:rsidRDefault="0000025E" w:rsidP="00F27261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265"/>
        </w:trPr>
        <w:tc>
          <w:tcPr>
            <w:tcW w:w="708" w:type="dxa"/>
            <w:vMerge w:val="restart"/>
            <w:textDirection w:val="btLr"/>
          </w:tcPr>
          <w:p w:rsidR="0000025E" w:rsidRDefault="0000025E" w:rsidP="00D767F7">
            <w:pPr>
              <w:ind w:left="113" w:right="-108"/>
              <w:rPr>
                <w:sz w:val="18"/>
                <w:szCs w:val="18"/>
              </w:rPr>
            </w:pPr>
            <w:r w:rsidRPr="00056603">
              <w:rPr>
                <w:sz w:val="18"/>
                <w:szCs w:val="18"/>
              </w:rPr>
              <w:t>Самосовершенство</w:t>
            </w:r>
          </w:p>
          <w:p w:rsidR="0000025E" w:rsidRPr="00056603" w:rsidRDefault="0000025E" w:rsidP="00D767F7">
            <w:pPr>
              <w:ind w:left="113" w:right="-108"/>
              <w:rPr>
                <w:sz w:val="18"/>
                <w:szCs w:val="18"/>
              </w:rPr>
            </w:pPr>
            <w:r w:rsidRPr="00056603">
              <w:rPr>
                <w:sz w:val="18"/>
                <w:szCs w:val="18"/>
              </w:rPr>
              <w:t>вания</w:t>
            </w:r>
          </w:p>
        </w:tc>
        <w:tc>
          <w:tcPr>
            <w:tcW w:w="9356" w:type="dxa"/>
          </w:tcPr>
          <w:p w:rsidR="0000025E" w:rsidRPr="00E43E96" w:rsidRDefault="0000025E" w:rsidP="00DA5B89">
            <w:pPr>
              <w:jc w:val="both"/>
              <w:rPr>
                <w:sz w:val="20"/>
                <w:szCs w:val="20"/>
              </w:rPr>
            </w:pPr>
            <w:r w:rsidRPr="00E43E96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E43E96">
              <w:rPr>
                <w:sz w:val="20"/>
                <w:szCs w:val="20"/>
              </w:rPr>
              <w:t>(1 б.), в разработке программно-методического сопровождения</w:t>
            </w:r>
            <w:r>
              <w:rPr>
                <w:sz w:val="20"/>
                <w:szCs w:val="20"/>
              </w:rPr>
              <w:t xml:space="preserve"> </w:t>
            </w:r>
            <w:r w:rsidRPr="00E43E96">
              <w:rPr>
                <w:sz w:val="20"/>
                <w:szCs w:val="20"/>
              </w:rPr>
              <w:t>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E43E96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265"/>
        </w:trPr>
        <w:tc>
          <w:tcPr>
            <w:tcW w:w="708" w:type="dxa"/>
            <w:vMerge/>
            <w:textDirection w:val="btLr"/>
          </w:tcPr>
          <w:p w:rsidR="0000025E" w:rsidRPr="001B7DC9" w:rsidRDefault="0000025E" w:rsidP="008C35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color w:val="000000"/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 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161"/>
        </w:trPr>
        <w:tc>
          <w:tcPr>
            <w:tcW w:w="708" w:type="dxa"/>
            <w:vMerge/>
            <w:vAlign w:val="center"/>
          </w:tcPr>
          <w:p w:rsidR="0000025E" w:rsidRPr="001B7DC9" w:rsidRDefault="0000025E" w:rsidP="008C35D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00025E" w:rsidRPr="00E43E96" w:rsidRDefault="0000025E" w:rsidP="008C35DA">
            <w:pPr>
              <w:jc w:val="both"/>
              <w:rPr>
                <w:sz w:val="20"/>
                <w:szCs w:val="20"/>
              </w:rPr>
            </w:pPr>
            <w:r w:rsidRPr="00E43E96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E43E9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1B7DC9" w:rsidTr="00612383">
        <w:trPr>
          <w:trHeight w:val="544"/>
        </w:trPr>
        <w:tc>
          <w:tcPr>
            <w:tcW w:w="708" w:type="dxa"/>
            <w:vMerge/>
            <w:vAlign w:val="center"/>
          </w:tcPr>
          <w:p w:rsidR="0000025E" w:rsidRPr="001B7DC9" w:rsidRDefault="0000025E" w:rsidP="008C35DA">
            <w:pPr>
              <w:rPr>
                <w:sz w:val="20"/>
                <w:szCs w:val="20"/>
              </w:rPr>
            </w:pPr>
          </w:p>
        </w:tc>
        <w:tc>
          <w:tcPr>
            <w:tcW w:w="9356" w:type="dxa"/>
          </w:tcPr>
          <w:p w:rsidR="0000025E" w:rsidRPr="00E43E96" w:rsidRDefault="0000025E" w:rsidP="00F27261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00025E" w:rsidRPr="001B7DC9" w:rsidRDefault="0000025E" w:rsidP="008C35DA">
            <w:pPr>
              <w:jc w:val="center"/>
            </w:pPr>
          </w:p>
        </w:tc>
      </w:tr>
      <w:tr w:rsidR="0000025E" w:rsidRPr="00326854" w:rsidTr="00612383">
        <w:trPr>
          <w:trHeight w:val="85"/>
        </w:trPr>
        <w:tc>
          <w:tcPr>
            <w:tcW w:w="10064" w:type="dxa"/>
            <w:gridSpan w:val="2"/>
          </w:tcPr>
          <w:p w:rsidR="0000025E" w:rsidRDefault="0000025E" w:rsidP="002F489F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00025E" w:rsidRPr="004B060C" w:rsidRDefault="0000025E" w:rsidP="002F489F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00025E" w:rsidRDefault="0000025E" w:rsidP="002F48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00025E" w:rsidRDefault="0000025E" w:rsidP="002F48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00025E" w:rsidRPr="001B7DC9" w:rsidRDefault="0000025E" w:rsidP="004F2760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00025E" w:rsidRDefault="0000025E" w:rsidP="008C35DA">
            <w:pPr>
              <w:jc w:val="both"/>
            </w:pPr>
          </w:p>
          <w:p w:rsidR="0000025E" w:rsidRPr="00B858A4" w:rsidRDefault="0000025E" w:rsidP="008C35DA">
            <w:pPr>
              <w:jc w:val="both"/>
            </w:pPr>
          </w:p>
        </w:tc>
      </w:tr>
    </w:tbl>
    <w:p w:rsidR="0000025E" w:rsidRDefault="0000025E" w:rsidP="003D7ADF">
      <w:pPr>
        <w:ind w:left="-993"/>
      </w:pPr>
      <w:r>
        <w:t>С нормативно-правовыми документами по аттестации педагогических работников ознакомлен (а)</w:t>
      </w:r>
    </w:p>
    <w:p w:rsidR="0000025E" w:rsidRDefault="0000025E" w:rsidP="003D7ADF">
      <w:pPr>
        <w:ind w:left="-993"/>
        <w:jc w:val="both"/>
      </w:pPr>
      <w:r>
        <w:t>«_____» __________________ 20____г.</w:t>
      </w:r>
    </w:p>
    <w:p w:rsidR="0000025E" w:rsidRDefault="0000025E" w:rsidP="003D7ADF">
      <w:pPr>
        <w:ind w:left="-993"/>
        <w:jc w:val="both"/>
      </w:pPr>
    </w:p>
    <w:p w:rsidR="0000025E" w:rsidRPr="00CE71B7" w:rsidRDefault="0000025E" w:rsidP="003D7ADF">
      <w:pPr>
        <w:ind w:left="-993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00025E" w:rsidRDefault="0000025E" w:rsidP="003D7AD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00025E" w:rsidRDefault="0000025E" w:rsidP="00274F04">
      <w:pPr>
        <w:ind w:left="-1134"/>
      </w:pPr>
    </w:p>
    <w:p w:rsidR="0000025E" w:rsidRDefault="0000025E" w:rsidP="003D7ADF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00025E" w:rsidRDefault="0000025E" w:rsidP="003D7ADF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1134" w:firstLine="1134"/>
        <w:rPr>
          <w:b/>
          <w:sz w:val="28"/>
          <w:szCs w:val="28"/>
        </w:rPr>
      </w:pPr>
    </w:p>
    <w:p w:rsidR="0000025E" w:rsidRDefault="0000025E" w:rsidP="003D7ADF">
      <w:pPr>
        <w:ind w:left="-1134" w:firstLine="1134"/>
        <w:rPr>
          <w:b/>
          <w:sz w:val="28"/>
          <w:szCs w:val="28"/>
        </w:rPr>
      </w:pPr>
    </w:p>
    <w:p w:rsidR="0000025E" w:rsidRDefault="0000025E" w:rsidP="003D7ADF">
      <w:pPr>
        <w:ind w:left="-1134" w:firstLine="1134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ind w:left="-993"/>
        <w:jc w:val="center"/>
        <w:rPr>
          <w:b/>
          <w:sz w:val="28"/>
          <w:szCs w:val="28"/>
        </w:rPr>
      </w:pPr>
    </w:p>
    <w:p w:rsidR="0000025E" w:rsidRDefault="0000025E" w:rsidP="003D7ADF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00025E" w:rsidRPr="009A0D2E" w:rsidRDefault="0000025E" w:rsidP="003D7ADF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00025E" w:rsidRDefault="0000025E" w:rsidP="003D7ADF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25E" w:rsidRPr="006E5B9F" w:rsidRDefault="0000025E" w:rsidP="003D7ADF">
      <w:pPr>
        <w:jc w:val="both"/>
      </w:pPr>
      <w:r w:rsidRPr="006E5B9F">
        <w:t xml:space="preserve"> </w:t>
      </w:r>
    </w:p>
    <w:p w:rsidR="0000025E" w:rsidRPr="006E5B9F" w:rsidRDefault="0000025E" w:rsidP="003D7ADF">
      <w:pPr>
        <w:jc w:val="both"/>
      </w:pPr>
      <w:r w:rsidRPr="006E5B9F">
        <w:t>Подпись аттестующегося___________________________</w:t>
      </w:r>
    </w:p>
    <w:p w:rsidR="0000025E" w:rsidRDefault="0000025E" w:rsidP="003D7ADF">
      <w:pPr>
        <w:jc w:val="both"/>
      </w:pPr>
    </w:p>
    <w:p w:rsidR="0000025E" w:rsidRPr="006E5B9F" w:rsidRDefault="0000025E" w:rsidP="003D7ADF">
      <w:pPr>
        <w:jc w:val="both"/>
      </w:pPr>
      <w:r w:rsidRPr="006E5B9F">
        <w:t>Дата «_____» ____________________20 ___г.</w:t>
      </w:r>
    </w:p>
    <w:p w:rsidR="0000025E" w:rsidRPr="006E5B9F" w:rsidRDefault="0000025E" w:rsidP="003D7ADF">
      <w:pPr>
        <w:jc w:val="both"/>
      </w:pPr>
    </w:p>
    <w:p w:rsidR="0000025E" w:rsidRPr="006E5B9F" w:rsidRDefault="0000025E" w:rsidP="003D7ADF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00025E" w:rsidRPr="006E5B9F" w:rsidRDefault="0000025E" w:rsidP="003D7ADF">
      <w:pPr>
        <w:jc w:val="both"/>
      </w:pPr>
      <w:r w:rsidRPr="006E5B9F">
        <w:t>_________________________________________________________________________________</w:t>
      </w:r>
    </w:p>
    <w:p w:rsidR="0000025E" w:rsidRPr="006E5B9F" w:rsidRDefault="0000025E" w:rsidP="003D7ADF">
      <w:pPr>
        <w:jc w:val="both"/>
      </w:pPr>
      <w:r w:rsidRPr="006E5B9F">
        <w:t>_________________________________________________________________________________</w:t>
      </w:r>
    </w:p>
    <w:p w:rsidR="0000025E" w:rsidRPr="006E5B9F" w:rsidRDefault="0000025E" w:rsidP="003D7ADF">
      <w:pPr>
        <w:jc w:val="both"/>
      </w:pPr>
      <w:r w:rsidRPr="006E5B9F">
        <w:t>_________________________________________________________________________________</w:t>
      </w:r>
    </w:p>
    <w:p w:rsidR="0000025E" w:rsidRPr="006E5B9F" w:rsidRDefault="0000025E" w:rsidP="003D7ADF">
      <w:pPr>
        <w:jc w:val="both"/>
      </w:pPr>
      <w:r w:rsidRPr="006E5B9F">
        <w:t>_________________________________________________________________________________</w:t>
      </w:r>
    </w:p>
    <w:p w:rsidR="0000025E" w:rsidRPr="006E5B9F" w:rsidRDefault="0000025E" w:rsidP="003D7ADF">
      <w:pPr>
        <w:jc w:val="both"/>
      </w:pPr>
      <w:r w:rsidRPr="006E5B9F">
        <w:t>_________________________________________________________________________________</w:t>
      </w:r>
    </w:p>
    <w:p w:rsidR="0000025E" w:rsidRDefault="0000025E" w:rsidP="003D7ADF"/>
    <w:p w:rsidR="0000025E" w:rsidRPr="006E5B9F" w:rsidRDefault="0000025E" w:rsidP="003D7ADF">
      <w:r w:rsidRPr="006E5B9F">
        <w:t>Руководитель ОО: ___________________________________________</w:t>
      </w:r>
    </w:p>
    <w:p w:rsidR="0000025E" w:rsidRPr="006E5B9F" w:rsidRDefault="0000025E" w:rsidP="003D7ADF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00025E" w:rsidRPr="006E5B9F" w:rsidRDefault="0000025E" w:rsidP="003D7ADF">
      <w:pPr>
        <w:jc w:val="both"/>
      </w:pPr>
      <w:r w:rsidRPr="006E5B9F">
        <w:t>Дата «_____» ____________________20 ___г.</w:t>
      </w:r>
    </w:p>
    <w:p w:rsidR="0000025E" w:rsidRDefault="0000025E" w:rsidP="003D7ADF"/>
    <w:p w:rsidR="0000025E" w:rsidRDefault="0000025E" w:rsidP="003D7ADF">
      <w:r>
        <w:t xml:space="preserve">С рекомендациями ознакомлен (а): ___________________________________________________ </w:t>
      </w:r>
    </w:p>
    <w:p w:rsidR="0000025E" w:rsidRPr="00CC3921" w:rsidRDefault="0000025E" w:rsidP="003D7ADF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00025E" w:rsidRDefault="0000025E" w:rsidP="003D7ADF">
      <w:pPr>
        <w:jc w:val="both"/>
        <w:rPr>
          <w:sz w:val="28"/>
          <w:szCs w:val="28"/>
        </w:rPr>
      </w:pPr>
      <w:r>
        <w:t>«____»_______________20___ года</w:t>
      </w:r>
    </w:p>
    <w:p w:rsidR="0000025E" w:rsidRDefault="0000025E" w:rsidP="003D7ADF">
      <w:pPr>
        <w:pStyle w:val="NoSpacing"/>
        <w:rPr>
          <w:sz w:val="20"/>
          <w:szCs w:val="20"/>
        </w:rPr>
      </w:pPr>
    </w:p>
    <w:p w:rsidR="0000025E" w:rsidRDefault="0000025E" w:rsidP="003D7ADF">
      <w:pPr>
        <w:pStyle w:val="NoSpacing"/>
        <w:rPr>
          <w:sz w:val="20"/>
          <w:szCs w:val="20"/>
        </w:rPr>
      </w:pPr>
    </w:p>
    <w:p w:rsidR="0000025E" w:rsidRPr="0068532A" w:rsidRDefault="0000025E" w:rsidP="003D7ADF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00025E" w:rsidRPr="00384CE6" w:rsidRDefault="0000025E" w:rsidP="003D7ADF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00025E" w:rsidRPr="00384CE6" w:rsidRDefault="0000025E" w:rsidP="003D7ADF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00025E" w:rsidRPr="00516F42" w:rsidRDefault="0000025E" w:rsidP="003D7ADF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00025E" w:rsidRPr="001575F0" w:rsidRDefault="0000025E" w:rsidP="003D7ADF">
      <w:pPr>
        <w:rPr>
          <w:sz w:val="16"/>
          <w:szCs w:val="16"/>
        </w:rPr>
      </w:pPr>
    </w:p>
    <w:p w:rsidR="0000025E" w:rsidRDefault="0000025E" w:rsidP="00274F04">
      <w:pPr>
        <w:ind w:left="-1134"/>
      </w:pPr>
    </w:p>
    <w:p w:rsidR="0000025E" w:rsidRDefault="0000025E" w:rsidP="00274F04">
      <w:pPr>
        <w:ind w:left="-1134"/>
      </w:pPr>
    </w:p>
    <w:p w:rsidR="0000025E" w:rsidRDefault="0000025E" w:rsidP="00274F04">
      <w:pPr>
        <w:ind w:left="-1134"/>
      </w:pPr>
    </w:p>
    <w:sectPr w:rsidR="0000025E" w:rsidSect="003D7ADF">
      <w:pgSz w:w="11906" w:h="16838"/>
      <w:pgMar w:top="568" w:right="38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278"/>
    <w:rsid w:val="0000025E"/>
    <w:rsid w:val="00056603"/>
    <w:rsid w:val="00102629"/>
    <w:rsid w:val="001575F0"/>
    <w:rsid w:val="00161718"/>
    <w:rsid w:val="001B3FC0"/>
    <w:rsid w:val="001B7DC9"/>
    <w:rsid w:val="001E3097"/>
    <w:rsid w:val="002300DD"/>
    <w:rsid w:val="00274F04"/>
    <w:rsid w:val="002F489F"/>
    <w:rsid w:val="003148A9"/>
    <w:rsid w:val="00326854"/>
    <w:rsid w:val="00384CE6"/>
    <w:rsid w:val="003D7ADF"/>
    <w:rsid w:val="003F35AC"/>
    <w:rsid w:val="00403A34"/>
    <w:rsid w:val="00420161"/>
    <w:rsid w:val="004B060C"/>
    <w:rsid w:val="004F2760"/>
    <w:rsid w:val="00516F42"/>
    <w:rsid w:val="005D0840"/>
    <w:rsid w:val="005F048B"/>
    <w:rsid w:val="00612383"/>
    <w:rsid w:val="00644B6B"/>
    <w:rsid w:val="0068532A"/>
    <w:rsid w:val="006E5B9F"/>
    <w:rsid w:val="00894FFE"/>
    <w:rsid w:val="008C35DA"/>
    <w:rsid w:val="009A0D2E"/>
    <w:rsid w:val="009A7BD0"/>
    <w:rsid w:val="00AC455E"/>
    <w:rsid w:val="00B36B89"/>
    <w:rsid w:val="00B858A4"/>
    <w:rsid w:val="00BD05DE"/>
    <w:rsid w:val="00BF6640"/>
    <w:rsid w:val="00C4050E"/>
    <w:rsid w:val="00C5108E"/>
    <w:rsid w:val="00C63657"/>
    <w:rsid w:val="00C666AF"/>
    <w:rsid w:val="00CC3921"/>
    <w:rsid w:val="00CE71B7"/>
    <w:rsid w:val="00D11595"/>
    <w:rsid w:val="00D12278"/>
    <w:rsid w:val="00D767F7"/>
    <w:rsid w:val="00DA0083"/>
    <w:rsid w:val="00DA5B89"/>
    <w:rsid w:val="00DD7E50"/>
    <w:rsid w:val="00E134E7"/>
    <w:rsid w:val="00E21443"/>
    <w:rsid w:val="00E43E96"/>
    <w:rsid w:val="00F27261"/>
    <w:rsid w:val="00F96413"/>
    <w:rsid w:val="00FA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2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26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2629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3D7AD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3</Pages>
  <Words>985</Words>
  <Characters>5620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26</cp:revision>
  <cp:lastPrinted>2016-02-20T10:44:00Z</cp:lastPrinted>
  <dcterms:created xsi:type="dcterms:W3CDTF">2016-02-15T05:53:00Z</dcterms:created>
  <dcterms:modified xsi:type="dcterms:W3CDTF">2017-01-24T07:45:00Z</dcterms:modified>
</cp:coreProperties>
</file>